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9329" w14:textId="77777777" w:rsidR="003A2755" w:rsidRDefault="003A2755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</w:p>
    <w:p w14:paraId="1D70FB91" w14:textId="70BB66DB" w:rsidR="007910C0" w:rsidRPr="00DA738E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Zamawiający</w:t>
      </w:r>
    </w:p>
    <w:p w14:paraId="126FA5D9" w14:textId="2AD36B10" w:rsidR="007910C0" w:rsidRPr="00DA738E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A738E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3FE9E624" w:rsidR="00A12B27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64FEF86" w14:textId="77777777" w:rsidR="00DA738E" w:rsidRPr="00EB5E7A" w:rsidRDefault="00DA738E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69C0A9D3" w:rsidR="00EF6684" w:rsidRPr="003D7F3A" w:rsidRDefault="004A57DC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7F3A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1F3FF266" w14:textId="42FEA794" w:rsidR="003D7F3A" w:rsidRDefault="005C1EC0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7721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726776">
        <w:rPr>
          <w:rFonts w:asciiTheme="minorHAnsi" w:hAnsiTheme="minorHAnsi" w:cstheme="minorHAnsi"/>
          <w:b/>
          <w:sz w:val="24"/>
          <w:szCs w:val="24"/>
        </w:rPr>
        <w:t>3</w:t>
      </w:r>
      <w:r w:rsidRPr="00127721">
        <w:rPr>
          <w:rFonts w:asciiTheme="minorHAnsi" w:hAnsiTheme="minorHAnsi" w:cstheme="minorHAnsi"/>
          <w:b/>
          <w:sz w:val="24"/>
          <w:szCs w:val="24"/>
        </w:rPr>
        <w:t xml:space="preserve"> przedmiotu zamówienia</w:t>
      </w:r>
    </w:p>
    <w:p w14:paraId="35014621" w14:textId="77777777" w:rsidR="00127721" w:rsidRDefault="00127721" w:rsidP="00F34A62">
      <w:pPr>
        <w:jc w:val="center"/>
        <w:rPr>
          <w:rFonts w:asciiTheme="minorHAnsi" w:hAnsiTheme="minorHAnsi" w:cstheme="minorHAnsi"/>
          <w:b/>
        </w:rPr>
      </w:pPr>
    </w:p>
    <w:p w14:paraId="79735D00" w14:textId="5D288C65" w:rsidR="003D7F3A" w:rsidRPr="000E12D2" w:rsidRDefault="003D7F3A" w:rsidP="00127721">
      <w:pPr>
        <w:jc w:val="both"/>
        <w:rPr>
          <w:rFonts w:asciiTheme="minorHAnsi" w:hAnsiTheme="minorHAnsi" w:cstheme="minorHAnsi"/>
        </w:rPr>
      </w:pPr>
      <w:r w:rsidRPr="00127721">
        <w:rPr>
          <w:rFonts w:asciiTheme="minorHAnsi" w:hAnsiTheme="minorHAnsi" w:cstheme="minorHAnsi"/>
          <w:i/>
          <w:iCs/>
          <w:spacing w:val="-8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</w:rPr>
        <w:t xml:space="preserve"> </w:t>
      </w:r>
      <w:r w:rsidR="00380197" w:rsidRPr="0092716C">
        <w:rPr>
          <w:rFonts w:cs="Calibri"/>
          <w:i/>
          <w:iCs/>
          <w:color w:val="000000"/>
          <w:spacing w:val="-8"/>
        </w:rPr>
        <w:t>„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 xml:space="preserve">Wykonanie prac projektowych dotyczących budowy zbiorników retencyjnych </w:t>
      </w:r>
      <w:r w:rsidR="00380197" w:rsidRPr="0092716C">
        <w:rPr>
          <w:rFonts w:cs="Calibri"/>
          <w:b/>
          <w:bCs/>
          <w:spacing w:val="-8"/>
        </w:rPr>
        <w:t xml:space="preserve">wraz z uzyskaniem decyzji administracyjnych zezwalających na realizację robót budowlanych 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>w rej ul. Władysława IV</w:t>
      </w:r>
      <w:r w:rsidR="00380197" w:rsidRPr="0092716C">
        <w:rPr>
          <w:rFonts w:cs="Calibri"/>
          <w:b/>
          <w:bCs/>
          <w:spacing w:val="-8"/>
        </w:rPr>
        <w:t xml:space="preserve"> 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 xml:space="preserve">przy ul. Siewnej oraz w rejonie ul. Stefana Kisielewskiego - </w:t>
      </w:r>
      <w:r w:rsidR="00380197" w:rsidRPr="0092716C">
        <w:rPr>
          <w:rFonts w:cs="Calibri"/>
          <w:b/>
          <w:bCs/>
          <w:spacing w:val="-8"/>
        </w:rPr>
        <w:t>z podziałem na 3 części”</w:t>
      </w:r>
    </w:p>
    <w:p w14:paraId="4EC4A9A1" w14:textId="77777777" w:rsidR="003D7F3A" w:rsidRDefault="003D7F3A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4F09BA" w14:textId="5DE9007D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p w14:paraId="6C3765ED" w14:textId="77777777" w:rsidR="003A2755" w:rsidRPr="00EB5E7A" w:rsidRDefault="003A2755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368"/>
        <w:gridCol w:w="2694"/>
        <w:gridCol w:w="3149"/>
        <w:gridCol w:w="4046"/>
      </w:tblGrid>
      <w:tr w:rsidR="001B592D" w:rsidRPr="00EB5E7A" w14:paraId="31956C43" w14:textId="77777777" w:rsidTr="003A2755">
        <w:trPr>
          <w:jc w:val="center"/>
        </w:trPr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23B3FE68" w14:textId="4CE4E339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E2C4B0D" w14:textId="15619D67" w:rsidR="001B592D" w:rsidRPr="00DA738E" w:rsidRDefault="001B592D" w:rsidP="001B59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4B33A729" w14:textId="27721214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shd w:val="clear" w:color="auto" w:fill="BFBFBF" w:themeFill="background1" w:themeFillShade="BF"/>
            <w:vAlign w:val="center"/>
          </w:tcPr>
          <w:p w14:paraId="17A09F65" w14:textId="4531FA9F" w:rsidR="001B592D" w:rsidRPr="00DA738E" w:rsidRDefault="001B592D" w:rsidP="005867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posiadanych uprawnień</w:t>
            </w:r>
            <w:r w:rsidR="00037ED6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zgodnie z określonym warunkiem udziału </w:t>
            </w:r>
            <w:r w:rsidR="00F304E2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shd w:val="clear" w:color="auto" w:fill="BFBFBF" w:themeFill="background1" w:themeFillShade="BF"/>
            <w:vAlign w:val="center"/>
          </w:tcPr>
          <w:p w14:paraId="67821B2A" w14:textId="77777777" w:rsidR="001B592D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Informacja o zasobach własnych lub podmiotu udostępniającego zasoby</w:t>
            </w:r>
            <w:r w:rsidRPr="00DA738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zgodnie z art. 118 ustawy Prawo zamówień publicznych</w:t>
            </w:r>
          </w:p>
          <w:p w14:paraId="3FBC304A" w14:textId="244E3633" w:rsidR="003A2755" w:rsidRPr="00DA738E" w:rsidRDefault="003A2755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2755" w:rsidRPr="00EB5E7A" w14:paraId="56F00109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109136CA" w14:textId="49651D8C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5D5B875E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50A20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CF46F" w14:textId="728313B7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6FCAF2C8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17FA1381" w14:textId="31251314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instalacyjnej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  w zakresie sieci, instalacji i urządzeń: cieplnych, wentylacyjnych, gazowych, wodociągowych i kanalizacyjnych bez ograniczeń</w:t>
                  </w:r>
                </w:p>
              </w:tc>
            </w:tr>
          </w:tbl>
          <w:p w14:paraId="2DEFA399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7D0E85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46DBA28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08B49A1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A9468B2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D63F19B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A81723F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8BD05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308AA63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3E7D6717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58B4D740" w14:textId="15DE244D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2CB297C8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5A758BD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8505E" w14:textId="6A830CE0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A2755" w:rsidRPr="00EB5E7A" w14:paraId="7EA7EF2B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4443D494" w14:textId="63B9A497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8" w:type="dxa"/>
          </w:tcPr>
          <w:p w14:paraId="64011C55" w14:textId="3FFB32C9" w:rsidR="003A2755" w:rsidRPr="007D2CC3" w:rsidRDefault="003A2755" w:rsidP="00FF588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</w:pPr>
            <w:r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>Doświadczenie</w:t>
            </w:r>
            <w:r w:rsidR="006A6BBD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="0000279D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tej </w:t>
            </w:r>
            <w:r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osoby </w:t>
            </w:r>
            <w:r w:rsidR="008F44C3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- </w:t>
            </w:r>
            <w:r w:rsidR="00FF588B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>wskazanej  z imienia i nazwiska (</w:t>
            </w:r>
            <w:r w:rsidR="008F44C3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to </w:t>
            </w:r>
            <w:r w:rsidR="00FF588B" w:rsidRPr="007D2CC3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osoba o której </w:t>
            </w:r>
            <w:r w:rsidR="00FF588B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mowa w pkt 8.</w:t>
            </w:r>
            <w:r w:rsidR="005C1EC0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8.1</w:t>
            </w:r>
            <w:r w:rsidR="0000279D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)</w:t>
            </w:r>
            <w:r w:rsidR="00FF588B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lit. </w:t>
            </w:r>
            <w:r w:rsidR="007D2CC3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h</w:t>
            </w:r>
            <w:r w:rsidR="00FF588B" w:rsidRPr="007D2CC3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będzie dodatkowo punktowane</w:t>
            </w:r>
          </w:p>
          <w:p w14:paraId="19A8C724" w14:textId="6ED59217" w:rsidR="003A2755" w:rsidRPr="007D2CC3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5267F5" w14:textId="77777777" w:rsidR="003D7F3A" w:rsidRPr="000E12D2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C99AEE4" w14:textId="5ABCC588" w:rsidR="003A2755" w:rsidRPr="007E28B7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28B7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……………………………………..………………..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7384F1AF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0ED74529" w14:textId="77AC81A3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w specjalności </w:t>
                  </w:r>
                  <w:r w:rsidR="007E28B7"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hydrotechnicznej</w:t>
                  </w:r>
                </w:p>
              </w:tc>
            </w:tr>
          </w:tbl>
          <w:p w14:paraId="793F099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E38C4D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2E3D56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97EA8D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B1FDA1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25F6E7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0FFF18C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DED9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8662B3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93A05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4479E8A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13DFA62A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05F65C06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130F806" w14:textId="5734FF96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D7F3A" w:rsidRPr="00EB5E7A" w14:paraId="10BAC093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24A03A4E" w14:textId="677A860A" w:rsidR="003D7F3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119D4A77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F2A43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73E0C" w14:textId="63DAB859" w:rsidR="003D7F3A" w:rsidRPr="003A2755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D7F3A" w14:paraId="459C46F4" w14:textId="77777777" w:rsidTr="00933E06">
              <w:trPr>
                <w:trHeight w:val="864"/>
              </w:trPr>
              <w:tc>
                <w:tcPr>
                  <w:tcW w:w="3142" w:type="dxa"/>
                </w:tcPr>
                <w:p w14:paraId="74B457E1" w14:textId="7CB92EE1" w:rsidR="003D7F3A" w:rsidRPr="005C1EC0" w:rsidRDefault="005C1EC0" w:rsidP="003D7F3A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jedną osobą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która wykonała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minimum 1 projekt budowlany (w okresie ostatnich </w:t>
                  </w:r>
                  <w:r w:rsidR="007E28B7"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>5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 lat przed upływem terminu składania ofert)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zbiornika retencyjnego na wody opadowe i roztopowe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>wraz z uzyskanymi ostatecznymi decyzjami administracyjnymi niezbędnymi do realizacji robót budowlanych</w:t>
                  </w: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14:paraId="31E984A6" w14:textId="77777777" w:rsidR="003D7F3A" w:rsidRPr="00FF588B" w:rsidRDefault="003D7F3A" w:rsidP="00FF588B">
            <w:pPr>
              <w:jc w:val="both"/>
              <w:rPr>
                <w:rFonts w:cs="Calibri"/>
                <w:b/>
                <w:bCs/>
                <w:iCs/>
                <w:color w:val="FF0000"/>
                <w:vertAlign w:val="superscript"/>
              </w:rPr>
            </w:pPr>
          </w:p>
        </w:tc>
        <w:tc>
          <w:tcPr>
            <w:tcW w:w="2694" w:type="dxa"/>
            <w:vAlign w:val="center"/>
          </w:tcPr>
          <w:p w14:paraId="6692A4A0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2C2838A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E7B8067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F9DD6A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16AFF7DD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77C49048" w14:textId="77777777" w:rsidR="003D7F3A" w:rsidRPr="003A2755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4AE0006F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3D10D0" w14:textId="0E7D79EB" w:rsidR="003D7F3A" w:rsidRPr="003D7F3A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0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0"/>
    <w:p w14:paraId="4B8AE0B2" w14:textId="77777777" w:rsidR="00FF588B" w:rsidRDefault="00FF588B" w:rsidP="00F34A62">
      <w:pPr>
        <w:suppressAutoHyphens/>
        <w:jc w:val="both"/>
        <w:rPr>
          <w:rFonts w:eastAsia="Times New Roman" w:cs="Calibri"/>
          <w:b/>
          <w:bCs/>
          <w:color w:val="FF0000"/>
          <w:sz w:val="20"/>
          <w:szCs w:val="20"/>
          <w:lang w:eastAsia="ar-SA"/>
        </w:rPr>
      </w:pPr>
    </w:p>
    <w:p w14:paraId="3BA3F53F" w14:textId="47095190" w:rsidR="00145F9F" w:rsidRPr="00503BBA" w:rsidRDefault="003F3553" w:rsidP="00F34A62">
      <w:pPr>
        <w:suppressAutoHyphens/>
        <w:jc w:val="both"/>
        <w:rPr>
          <w:rFonts w:cs="Calibri"/>
          <w:b/>
          <w:bCs/>
          <w:i/>
          <w:sz w:val="20"/>
          <w:szCs w:val="20"/>
        </w:rPr>
      </w:pPr>
      <w:r w:rsidRPr="00FF588B">
        <w:rPr>
          <w:rFonts w:eastAsia="Times New Roman" w:cs="Calibri"/>
          <w:b/>
          <w:bCs/>
          <w:sz w:val="20"/>
          <w:szCs w:val="20"/>
          <w:lang w:eastAsia="ar-SA"/>
        </w:rPr>
        <w:t xml:space="preserve">Dokument wymaga podpisu elektronicznego. </w:t>
      </w:r>
      <w:r w:rsidRPr="00503BBA">
        <w:rPr>
          <w:rFonts w:eastAsia="Times New Roman" w:cs="Calibri"/>
          <w:b/>
          <w:bCs/>
          <w:sz w:val="20"/>
          <w:szCs w:val="20"/>
          <w:lang w:eastAsia="ar-SA"/>
        </w:rPr>
        <w:t>Przez podpis elektroniczny należy rozumieć:</w:t>
      </w:r>
      <w:r w:rsidRPr="00503BBA">
        <w:rPr>
          <w:rFonts w:eastAsia="Times New Roman" w:cs="Calibri"/>
          <w:b/>
          <w:bCs/>
          <w:iCs/>
          <w:sz w:val="20"/>
          <w:szCs w:val="20"/>
          <w:lang w:eastAsia="ar-SA"/>
        </w:rPr>
        <w:t xml:space="preserve"> podpis kwalifikowany </w:t>
      </w:r>
    </w:p>
    <w:sectPr w:rsidR="00145F9F" w:rsidRPr="00503BB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8A54" w14:textId="77777777" w:rsidR="00825716" w:rsidRDefault="00825716" w:rsidP="00191191">
      <w:r>
        <w:separator/>
      </w:r>
    </w:p>
  </w:endnote>
  <w:endnote w:type="continuationSeparator" w:id="0">
    <w:p w14:paraId="702946BF" w14:textId="77777777" w:rsidR="00825716" w:rsidRDefault="00825716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3A6D2" w14:textId="77777777" w:rsidR="00825716" w:rsidRDefault="00825716" w:rsidP="00191191">
      <w:r>
        <w:separator/>
      </w:r>
    </w:p>
  </w:footnote>
  <w:footnote w:type="continuationSeparator" w:id="0">
    <w:p w14:paraId="3DE91FC8" w14:textId="77777777" w:rsidR="00825716" w:rsidRDefault="00825716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377D" w14:textId="1D145907" w:rsidR="00DA738E" w:rsidRPr="0061265C" w:rsidRDefault="005C1EC0" w:rsidP="00DA738E">
    <w:pPr>
      <w:spacing w:before="69"/>
      <w:ind w:left="115"/>
      <w:rPr>
        <w:rFonts w:asciiTheme="minorHAnsi" w:eastAsia="Times New Roman" w:hAnsiTheme="minorHAnsi" w:cstheme="minorHAnsi"/>
        <w:b/>
      </w:rPr>
    </w:pPr>
    <w:r w:rsidRPr="00503BBA">
      <w:rPr>
        <w:rFonts w:asciiTheme="minorHAnsi" w:hAnsiTheme="minorHAnsi" w:cstheme="minorHAnsi"/>
        <w:b/>
      </w:rPr>
      <w:t>Znak sprawy</w:t>
    </w:r>
    <w:r w:rsidRPr="00442AD3">
      <w:rPr>
        <w:rFonts w:asciiTheme="minorHAnsi" w:hAnsiTheme="minorHAnsi" w:cstheme="minorHAnsi"/>
        <w:bCs/>
      </w:rPr>
      <w:t>:</w:t>
    </w:r>
    <w:r w:rsidRPr="00442AD3">
      <w:rPr>
        <w:rFonts w:asciiTheme="minorHAnsi" w:hAnsiTheme="minorHAnsi" w:cstheme="minorHAnsi"/>
        <w:b/>
      </w:rPr>
      <w:t xml:space="preserve"> </w:t>
    </w:r>
    <w:r w:rsidRPr="002A7330">
      <w:rPr>
        <w:rFonts w:cstheme="minorHAnsi"/>
        <w:b/>
        <w:bCs/>
        <w:szCs w:val="20"/>
      </w:rPr>
      <w:t>ZP.261</w:t>
    </w:r>
    <w:r w:rsidR="007D2CC3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B943C4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 w:rsidRPr="0061265C">
      <w:rPr>
        <w:rFonts w:asciiTheme="minorHAnsi" w:hAnsiTheme="minorHAnsi" w:cstheme="minorHAnsi"/>
        <w:b/>
      </w:rPr>
      <w:t>Zał</w:t>
    </w:r>
    <w:r w:rsidR="00DA738E">
      <w:rPr>
        <w:rFonts w:asciiTheme="minorHAnsi" w:hAnsiTheme="minorHAnsi" w:cstheme="minorHAnsi"/>
        <w:b/>
      </w:rPr>
      <w:t>ącznik</w:t>
    </w:r>
    <w:r w:rsidR="00DA738E" w:rsidRPr="0061265C">
      <w:rPr>
        <w:rFonts w:asciiTheme="minorHAnsi" w:hAnsiTheme="minorHAnsi" w:cstheme="minorHAnsi"/>
        <w:b/>
      </w:rPr>
      <w:t xml:space="preserve"> nr </w:t>
    </w:r>
    <w:r w:rsidR="00DA738E">
      <w:rPr>
        <w:rFonts w:asciiTheme="minorHAnsi" w:hAnsiTheme="minorHAnsi" w:cstheme="minorHAnsi"/>
        <w:b/>
      </w:rPr>
      <w:t>12</w:t>
    </w:r>
    <w:r w:rsidR="00DA738E" w:rsidRPr="0061265C">
      <w:rPr>
        <w:rFonts w:asciiTheme="minorHAnsi" w:hAnsiTheme="minorHAnsi" w:cstheme="minorHAnsi"/>
        <w:b/>
      </w:rPr>
      <w:t xml:space="preserve"> do SWZ</w:t>
    </w:r>
    <w:r w:rsidR="00DA738E">
      <w:rPr>
        <w:rFonts w:asciiTheme="minorHAnsi" w:hAnsiTheme="minorHAnsi" w:cstheme="minorHAnsi"/>
        <w:b/>
      </w:rPr>
      <w:t xml:space="preserve"> (wzór)</w:t>
    </w:r>
  </w:p>
  <w:p w14:paraId="3C1CD12E" w14:textId="2E5C566C" w:rsidR="00191191" w:rsidRPr="00DA738E" w:rsidRDefault="00191191" w:rsidP="00DA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597520D8"/>
    <w:multiLevelType w:val="hybridMultilevel"/>
    <w:tmpl w:val="707816A6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79D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B279C"/>
    <w:rsid w:val="000C64B6"/>
    <w:rsid w:val="000D21D5"/>
    <w:rsid w:val="000D75F3"/>
    <w:rsid w:val="000E12D2"/>
    <w:rsid w:val="0011020D"/>
    <w:rsid w:val="00110327"/>
    <w:rsid w:val="00112F93"/>
    <w:rsid w:val="00122B8B"/>
    <w:rsid w:val="001257D4"/>
    <w:rsid w:val="00127721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1F630A"/>
    <w:rsid w:val="002229AB"/>
    <w:rsid w:val="00223DCD"/>
    <w:rsid w:val="0023283E"/>
    <w:rsid w:val="00232BD3"/>
    <w:rsid w:val="002373BA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80197"/>
    <w:rsid w:val="00396D6D"/>
    <w:rsid w:val="003A10EB"/>
    <w:rsid w:val="003A2755"/>
    <w:rsid w:val="003A6837"/>
    <w:rsid w:val="003D7F3A"/>
    <w:rsid w:val="003F3553"/>
    <w:rsid w:val="00404920"/>
    <w:rsid w:val="0040735A"/>
    <w:rsid w:val="00407D1F"/>
    <w:rsid w:val="00422FB0"/>
    <w:rsid w:val="0042577F"/>
    <w:rsid w:val="00425C0F"/>
    <w:rsid w:val="0045171D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4F0376"/>
    <w:rsid w:val="00502E50"/>
    <w:rsid w:val="00503BBA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80B9C"/>
    <w:rsid w:val="0058674D"/>
    <w:rsid w:val="00594072"/>
    <w:rsid w:val="005A66B5"/>
    <w:rsid w:val="005B27A6"/>
    <w:rsid w:val="005C1EC0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A6BBD"/>
    <w:rsid w:val="006C3957"/>
    <w:rsid w:val="006D03C7"/>
    <w:rsid w:val="006E5803"/>
    <w:rsid w:val="006F1371"/>
    <w:rsid w:val="007012FA"/>
    <w:rsid w:val="00703A31"/>
    <w:rsid w:val="0070597F"/>
    <w:rsid w:val="0071024D"/>
    <w:rsid w:val="00711822"/>
    <w:rsid w:val="00713193"/>
    <w:rsid w:val="00726776"/>
    <w:rsid w:val="00727773"/>
    <w:rsid w:val="0075145D"/>
    <w:rsid w:val="00753347"/>
    <w:rsid w:val="007544B5"/>
    <w:rsid w:val="00757E4A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2CC3"/>
    <w:rsid w:val="007D34FA"/>
    <w:rsid w:val="007E28B7"/>
    <w:rsid w:val="007F1729"/>
    <w:rsid w:val="00817B5C"/>
    <w:rsid w:val="00820018"/>
    <w:rsid w:val="00825716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4270"/>
    <w:rsid w:val="008D6E44"/>
    <w:rsid w:val="008E1A58"/>
    <w:rsid w:val="008F44C3"/>
    <w:rsid w:val="00905EEA"/>
    <w:rsid w:val="00911C66"/>
    <w:rsid w:val="00913E6C"/>
    <w:rsid w:val="00925970"/>
    <w:rsid w:val="009374D6"/>
    <w:rsid w:val="00937508"/>
    <w:rsid w:val="00937582"/>
    <w:rsid w:val="00955924"/>
    <w:rsid w:val="00963A95"/>
    <w:rsid w:val="009707A4"/>
    <w:rsid w:val="00973C90"/>
    <w:rsid w:val="00976AEE"/>
    <w:rsid w:val="00995C9D"/>
    <w:rsid w:val="009C2DA5"/>
    <w:rsid w:val="009D74D1"/>
    <w:rsid w:val="009E1C4A"/>
    <w:rsid w:val="009E202A"/>
    <w:rsid w:val="009E4E05"/>
    <w:rsid w:val="009F00FE"/>
    <w:rsid w:val="009F0ED8"/>
    <w:rsid w:val="009F20DB"/>
    <w:rsid w:val="00A050A8"/>
    <w:rsid w:val="00A10C5C"/>
    <w:rsid w:val="00A12B27"/>
    <w:rsid w:val="00A13EA2"/>
    <w:rsid w:val="00A1757D"/>
    <w:rsid w:val="00A23015"/>
    <w:rsid w:val="00A334E0"/>
    <w:rsid w:val="00A410EB"/>
    <w:rsid w:val="00A575E0"/>
    <w:rsid w:val="00A6101E"/>
    <w:rsid w:val="00AB1A08"/>
    <w:rsid w:val="00AB7811"/>
    <w:rsid w:val="00AB7DCB"/>
    <w:rsid w:val="00AC1A7F"/>
    <w:rsid w:val="00AD15A5"/>
    <w:rsid w:val="00AD2B5B"/>
    <w:rsid w:val="00AD6CA4"/>
    <w:rsid w:val="00B025B5"/>
    <w:rsid w:val="00B072DE"/>
    <w:rsid w:val="00B2408F"/>
    <w:rsid w:val="00B46F47"/>
    <w:rsid w:val="00B551E6"/>
    <w:rsid w:val="00B662CF"/>
    <w:rsid w:val="00B7542A"/>
    <w:rsid w:val="00B825D5"/>
    <w:rsid w:val="00B943C4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3C07"/>
    <w:rsid w:val="00C95065"/>
    <w:rsid w:val="00CA47AE"/>
    <w:rsid w:val="00CC47A7"/>
    <w:rsid w:val="00CD09E5"/>
    <w:rsid w:val="00CD1224"/>
    <w:rsid w:val="00CD60C3"/>
    <w:rsid w:val="00CE7D2D"/>
    <w:rsid w:val="00CF08F0"/>
    <w:rsid w:val="00CF1EB0"/>
    <w:rsid w:val="00CF7482"/>
    <w:rsid w:val="00D052A9"/>
    <w:rsid w:val="00D2478D"/>
    <w:rsid w:val="00D351E4"/>
    <w:rsid w:val="00D425BD"/>
    <w:rsid w:val="00D561A7"/>
    <w:rsid w:val="00D718A4"/>
    <w:rsid w:val="00D76D87"/>
    <w:rsid w:val="00D76FF0"/>
    <w:rsid w:val="00DA040A"/>
    <w:rsid w:val="00DA738E"/>
    <w:rsid w:val="00DA78B2"/>
    <w:rsid w:val="00DC5237"/>
    <w:rsid w:val="00DD5F3E"/>
    <w:rsid w:val="00DE03A3"/>
    <w:rsid w:val="00DE4B4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42C"/>
    <w:rsid w:val="00EA4D46"/>
    <w:rsid w:val="00EB54FB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57AB"/>
    <w:rsid w:val="00F17D7D"/>
    <w:rsid w:val="00F268A8"/>
    <w:rsid w:val="00F304E2"/>
    <w:rsid w:val="00F33851"/>
    <w:rsid w:val="00F34A62"/>
    <w:rsid w:val="00F3638E"/>
    <w:rsid w:val="00F636DE"/>
    <w:rsid w:val="00FA5006"/>
    <w:rsid w:val="00FB5435"/>
    <w:rsid w:val="00FC1E09"/>
    <w:rsid w:val="00FD6C11"/>
    <w:rsid w:val="00FE05CD"/>
    <w:rsid w:val="00FE4A27"/>
    <w:rsid w:val="00FF506A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3A2755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D7F3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2025-12-12T12:44:00Z</dcterms:created>
  <dcterms:modified xsi:type="dcterms:W3CDTF">2025-12-18T08:43:00Z</dcterms:modified>
</cp:coreProperties>
</file>